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B7D6D" w14:textId="4305FDC3" w:rsidR="00C05BCC" w:rsidRPr="001D6A5B" w:rsidRDefault="004F0DA2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F721D3">
        <w:rPr>
          <w:rFonts w:ascii="Arial" w:hAnsi="Arial" w:cs="Arial"/>
          <w:sz w:val="20"/>
          <w:szCs w:val="20"/>
          <w:u w:val="single"/>
        </w:rPr>
        <w:t>1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A458BB">
        <w:rPr>
          <w:rFonts w:ascii="Arial" w:hAnsi="Arial" w:cs="Arial"/>
          <w:sz w:val="20"/>
          <w:szCs w:val="20"/>
          <w:u w:val="single"/>
        </w:rPr>
        <w:t xml:space="preserve">Krycí list </w:t>
      </w:r>
      <w:r w:rsidR="00465646">
        <w:rPr>
          <w:rFonts w:ascii="Arial" w:hAnsi="Arial" w:cs="Arial"/>
          <w:sz w:val="20"/>
          <w:szCs w:val="20"/>
          <w:u w:val="single"/>
        </w:rPr>
        <w:t>včetně</w:t>
      </w:r>
      <w:r w:rsidR="00A458BB">
        <w:rPr>
          <w:rFonts w:ascii="Arial" w:hAnsi="Arial" w:cs="Arial"/>
          <w:sz w:val="20"/>
          <w:szCs w:val="20"/>
          <w:u w:val="single"/>
        </w:rPr>
        <w:t xml:space="preserve"> </w:t>
      </w:r>
      <w:r w:rsidR="00465646">
        <w:rPr>
          <w:rFonts w:ascii="Arial" w:hAnsi="Arial" w:cs="Arial"/>
          <w:sz w:val="20"/>
          <w:szCs w:val="20"/>
          <w:u w:val="single"/>
        </w:rPr>
        <w:t>č</w:t>
      </w:r>
      <w:r w:rsidR="00F721D3">
        <w:rPr>
          <w:rFonts w:ascii="Arial" w:hAnsi="Arial" w:cs="Arial"/>
          <w:sz w:val="20"/>
          <w:szCs w:val="20"/>
          <w:u w:val="single"/>
        </w:rPr>
        <w:t>estné</w:t>
      </w:r>
      <w:r w:rsidR="00465646">
        <w:rPr>
          <w:rFonts w:ascii="Arial" w:hAnsi="Arial" w:cs="Arial"/>
          <w:sz w:val="20"/>
          <w:szCs w:val="20"/>
          <w:u w:val="single"/>
        </w:rPr>
        <w:t>ho</w:t>
      </w:r>
      <w:r w:rsidR="00F721D3">
        <w:rPr>
          <w:rFonts w:ascii="Arial" w:hAnsi="Arial" w:cs="Arial"/>
          <w:sz w:val="20"/>
          <w:szCs w:val="20"/>
          <w:u w:val="single"/>
        </w:rPr>
        <w:t xml:space="preserve"> prohlášení</w:t>
      </w:r>
    </w:p>
    <w:p w14:paraId="385E554F" w14:textId="77777777" w:rsidR="00465646" w:rsidRDefault="00465646" w:rsidP="00A458BB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30A3CBA7" w14:textId="5309C1D8" w:rsidR="00A458BB" w:rsidRDefault="00A458BB" w:rsidP="00A458BB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p w14:paraId="16C899F7" w14:textId="77777777" w:rsidR="00A458BB" w:rsidRDefault="00A458BB" w:rsidP="00A458BB">
      <w:pPr>
        <w:jc w:val="center"/>
        <w:rPr>
          <w:rFonts w:ascii="Arial" w:hAnsi="Arial" w:cs="Arial"/>
        </w:rPr>
      </w:pPr>
    </w:p>
    <w:p w14:paraId="28C75978" w14:textId="77777777" w:rsidR="00A458BB" w:rsidRDefault="00A458BB" w:rsidP="00A458B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 veřejnou zakázku </w:t>
      </w:r>
      <w:r>
        <w:rPr>
          <w:rFonts w:ascii="Arial" w:hAnsi="Arial" w:cs="Arial"/>
          <w:b/>
        </w:rPr>
        <w:t>č. j. MR21_2025 – Obnova řešení digitálního archivu</w:t>
      </w:r>
    </w:p>
    <w:p w14:paraId="02C0280A" w14:textId="77777777" w:rsidR="00A458BB" w:rsidRDefault="00A458BB" w:rsidP="00A458BB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4500"/>
      </w:tblGrid>
      <w:tr w:rsidR="00A458BB" w:rsidRPr="00F721D3" w14:paraId="690D9486" w14:textId="77777777" w:rsidTr="00AB2C3F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20CCBA23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Údaje o dodavateli</w:t>
            </w:r>
          </w:p>
        </w:tc>
      </w:tr>
      <w:tr w:rsidR="00A458BB" w:rsidRPr="00F721D3" w14:paraId="24A88665" w14:textId="77777777" w:rsidTr="00AB2C3F">
        <w:trPr>
          <w:trHeight w:val="63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907D848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Obchodní firma nebo název</w:t>
            </w:r>
          </w:p>
          <w:p w14:paraId="4D0128CF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0876132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A458BB" w:rsidRPr="00F721D3" w14:paraId="34A9A7A1" w14:textId="77777777" w:rsidTr="00AB2C3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0389240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Sídlo</w:t>
            </w:r>
          </w:p>
          <w:p w14:paraId="454F9EFB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právnickou osobu)</w:t>
            </w:r>
          </w:p>
          <w:p w14:paraId="1A92D53C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Místo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podnikání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popř. místo trvalého pobytu</w:t>
            </w:r>
          </w:p>
          <w:p w14:paraId="0E0B0E4E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9307FF4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A458BB" w:rsidRPr="00F721D3" w14:paraId="336F6DEB" w14:textId="77777777" w:rsidTr="00AB2C3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B90AC38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Právní forma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82BCD4B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A458BB" w:rsidRPr="00F721D3" w14:paraId="6A1F5F91" w14:textId="77777777" w:rsidTr="00AB2C3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4D8A8A3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6CA4E02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A458BB" w:rsidRPr="00F721D3" w14:paraId="7D41B3F5" w14:textId="77777777" w:rsidTr="00AB2C3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0A22A65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DIČ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8415408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A458BB" w:rsidRPr="00F721D3" w14:paraId="3F5BD064" w14:textId="77777777" w:rsidTr="00AB2C3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CA1C459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4F67E65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A458BB" w:rsidRPr="00F721D3" w14:paraId="5B303DC4" w14:textId="77777777" w:rsidTr="00AB2C3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0567527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D9376D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A458BB" w:rsidRPr="00F721D3" w14:paraId="4C7E641A" w14:textId="77777777" w:rsidTr="00AB2C3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4BE7AFE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Adresa datové schránky pro účely komunikace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A814699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A458BB" w:rsidRPr="00F721D3" w14:paraId="69A8A8D0" w14:textId="77777777" w:rsidTr="00AB2C3F">
        <w:trPr>
          <w:trHeight w:val="446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7D3117D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Kontaktní osoba pro jednání ve věci nabídky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752AC4B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A458BB" w:rsidRPr="00F721D3" w14:paraId="0D3C133E" w14:textId="77777777" w:rsidTr="00AB2C3F">
        <w:trPr>
          <w:trHeight w:val="25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6611F2A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56F53B70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Informace o typu podniku (v případě právnické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osoby)*</w:t>
            </w:r>
            <w:proofErr w:type="gramEnd"/>
          </w:p>
          <w:p w14:paraId="18F625D6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61636AB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A458BB" w:rsidRPr="00F721D3" w14:paraId="22E9EBEA" w14:textId="77777777" w:rsidTr="00AB2C3F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54BAF230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Údaje o poddodavateli –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1)*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*</w:t>
            </w:r>
          </w:p>
        </w:tc>
      </w:tr>
      <w:tr w:rsidR="00A458BB" w:rsidRPr="00F721D3" w14:paraId="7ADC0C87" w14:textId="77777777" w:rsidTr="00AB2C3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30C26A2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Obchodní firma nebo název</w:t>
            </w:r>
          </w:p>
          <w:p w14:paraId="0432D84A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DA054A5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A458BB" w:rsidRPr="00F721D3" w14:paraId="7F0196DF" w14:textId="77777777" w:rsidTr="00AB2C3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6D99CC0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Sídlo</w:t>
            </w:r>
          </w:p>
          <w:p w14:paraId="455F642A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právnickou osobu)</w:t>
            </w:r>
          </w:p>
          <w:p w14:paraId="7792871B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Místo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podnikání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popř. místo trvalého pobytu</w:t>
            </w:r>
          </w:p>
          <w:p w14:paraId="4B560D92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F537022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A458BB" w:rsidRPr="00F721D3" w14:paraId="204E3FE3" w14:textId="77777777" w:rsidTr="00AB2C3F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B05F6FF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E19CEF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A458BB" w:rsidRPr="00F721D3" w14:paraId="26E87F5B" w14:textId="77777777" w:rsidTr="00AB2C3F">
        <w:trPr>
          <w:trHeight w:val="1059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4F5B0BE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Popis plnění poddodavatele (části zakázky)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08A5B98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</w:tbl>
    <w:p w14:paraId="406A952F" w14:textId="77777777" w:rsidR="00A458BB" w:rsidRDefault="00A458BB" w:rsidP="00A458BB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53E9FEB8" w14:textId="77777777" w:rsidR="00A458BB" w:rsidRDefault="00A458BB" w:rsidP="00A458B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14:paraId="52DDC018" w14:textId="77777777" w:rsidR="00A458BB" w:rsidRDefault="00A458BB" w:rsidP="00A458BB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201F3E19" w14:textId="77777777" w:rsidR="00A458BB" w:rsidRDefault="00A458BB" w:rsidP="00A458BB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699E15B4" w14:textId="77777777" w:rsidR="00A458BB" w:rsidRDefault="00A458BB" w:rsidP="00A458BB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70B38550" w14:textId="77777777" w:rsidR="00A458BB" w:rsidRDefault="00A458BB" w:rsidP="00A458BB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320E2F9F" w14:textId="77777777" w:rsidR="00A458BB" w:rsidRDefault="00A458BB" w:rsidP="00A458BB">
      <w:pPr>
        <w:rPr>
          <w:rFonts w:ascii="Arial" w:hAnsi="Arial" w:cs="Arial"/>
          <w:i/>
          <w:sz w:val="18"/>
          <w:szCs w:val="18"/>
        </w:rPr>
      </w:pPr>
    </w:p>
    <w:p w14:paraId="6545AD6B" w14:textId="77777777" w:rsidR="00A458BB" w:rsidRDefault="00A458BB" w:rsidP="00A458B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 V případě více poddodavatelů přidá dodavatel do tabulky příslušné řádky.</w:t>
      </w:r>
    </w:p>
    <w:p w14:paraId="3D1AC6BA" w14:textId="77777777" w:rsidR="00A458BB" w:rsidRDefault="00A458BB" w:rsidP="00A458BB">
      <w:pPr>
        <w:rPr>
          <w:rFonts w:ascii="Arial" w:hAnsi="Arial" w:cs="Arial"/>
        </w:rPr>
      </w:pPr>
    </w:p>
    <w:p w14:paraId="474693C7" w14:textId="77777777" w:rsidR="00A458BB" w:rsidRDefault="00A458BB" w:rsidP="00A458BB">
      <w:pPr>
        <w:jc w:val="both"/>
        <w:outlineLvl w:val="0"/>
        <w:rPr>
          <w:rFonts w:ascii="Arial" w:hAnsi="Arial" w:cs="Arial"/>
        </w:rPr>
      </w:pPr>
    </w:p>
    <w:p w14:paraId="79A01AB2" w14:textId="77777777" w:rsidR="00A458BB" w:rsidRDefault="00A458BB" w:rsidP="00A458BB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B17AAB8" w14:textId="0E2D23F7" w:rsidR="00C05BCC" w:rsidRDefault="00C05BCC" w:rsidP="00C05BCC">
      <w:pPr>
        <w:rPr>
          <w:rFonts w:ascii="Arial" w:hAnsi="Arial" w:cs="Arial"/>
          <w:sz w:val="20"/>
          <w:szCs w:val="20"/>
        </w:rPr>
      </w:pPr>
    </w:p>
    <w:p w14:paraId="74C97399" w14:textId="6F64AF9D" w:rsidR="00A458BB" w:rsidRDefault="00A458BB" w:rsidP="00C05BCC">
      <w:pPr>
        <w:rPr>
          <w:rFonts w:ascii="Arial" w:hAnsi="Arial" w:cs="Arial"/>
          <w:sz w:val="20"/>
          <w:szCs w:val="20"/>
        </w:rPr>
      </w:pPr>
    </w:p>
    <w:p w14:paraId="04B1FDC5" w14:textId="3B61190D" w:rsidR="00A458BB" w:rsidRDefault="00A458BB" w:rsidP="00C05BCC">
      <w:pPr>
        <w:rPr>
          <w:rFonts w:ascii="Arial" w:hAnsi="Arial" w:cs="Arial"/>
          <w:sz w:val="20"/>
          <w:szCs w:val="20"/>
        </w:rPr>
      </w:pPr>
    </w:p>
    <w:p w14:paraId="170AE131" w14:textId="176DC3A2" w:rsidR="00A458BB" w:rsidRDefault="00A458BB" w:rsidP="00C05BCC">
      <w:pPr>
        <w:rPr>
          <w:rFonts w:ascii="Arial" w:hAnsi="Arial" w:cs="Arial"/>
          <w:sz w:val="20"/>
          <w:szCs w:val="20"/>
        </w:rPr>
      </w:pPr>
    </w:p>
    <w:p w14:paraId="2D90DB8B" w14:textId="77777777" w:rsidR="00DE3648" w:rsidRDefault="00DE3648" w:rsidP="00DE3648">
      <w:pPr>
        <w:rPr>
          <w:rFonts w:ascii="Arial" w:hAnsi="Arial" w:cs="Arial"/>
          <w:sz w:val="20"/>
          <w:szCs w:val="20"/>
        </w:rPr>
      </w:pPr>
    </w:p>
    <w:p w14:paraId="29D3306B" w14:textId="15FB8960" w:rsidR="00A458BB" w:rsidRDefault="00A458BB" w:rsidP="00DE3648">
      <w:pPr>
        <w:jc w:val="center"/>
        <w:rPr>
          <w:rFonts w:ascii="Arial" w:hAnsi="Arial" w:cs="Arial"/>
          <w:b/>
          <w:szCs w:val="20"/>
          <w:u w:val="single"/>
        </w:rPr>
      </w:pPr>
      <w:r w:rsidRPr="00A458BB">
        <w:rPr>
          <w:rFonts w:ascii="Arial" w:hAnsi="Arial" w:cs="Arial"/>
          <w:b/>
          <w:szCs w:val="20"/>
          <w:u w:val="single"/>
        </w:rPr>
        <w:t>ČESTNÉ PROHLÁŠENÍ</w:t>
      </w:r>
    </w:p>
    <w:p w14:paraId="6DD1DAE6" w14:textId="77777777" w:rsidR="00465646" w:rsidRPr="00A458BB" w:rsidRDefault="00465646" w:rsidP="00DE3648">
      <w:pPr>
        <w:jc w:val="center"/>
        <w:rPr>
          <w:rFonts w:ascii="Arial" w:hAnsi="Arial" w:cs="Arial"/>
          <w:b/>
          <w:szCs w:val="20"/>
          <w:u w:val="single"/>
        </w:rPr>
      </w:pPr>
    </w:p>
    <w:p w14:paraId="65FD32CD" w14:textId="77777777"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4F0DA2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14:paraId="3D92DA22" w14:textId="77777777"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4F0DA2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4F0DA2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4F0DA2">
        <w:rPr>
          <w:rFonts w:ascii="Arial" w:hAnsi="Arial" w:cs="Arial"/>
          <w:sz w:val="20"/>
          <w:szCs w:val="20"/>
        </w:rPr>
        <w:t xml:space="preserve">tato právnická osoba a </w:t>
      </w:r>
      <w:r w:rsidR="004F0DA2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4F0DA2">
        <w:rPr>
          <w:rFonts w:ascii="Arial" w:hAnsi="Arial" w:cs="Arial"/>
          <w:sz w:val="20"/>
          <w:szCs w:val="20"/>
        </w:rPr>
        <w:t>;</w:t>
      </w:r>
    </w:p>
    <w:p w14:paraId="45C72743" w14:textId="77777777"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43A182D" w14:textId="77777777" w:rsidR="00DA4A1F" w:rsidRPr="00B17289" w:rsidRDefault="004F0DA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43BE19DD" w14:textId="77777777"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EF310DE" w14:textId="77777777" w:rsidR="00DA4A1F" w:rsidRPr="00B17289" w:rsidRDefault="004F0DA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7DDB0FD4" w14:textId="77777777"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57FB2988" w14:textId="77777777" w:rsidR="00DA4A1F" w:rsidRPr="00B17289" w:rsidRDefault="004F0DA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59752770" w14:textId="77777777"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14:paraId="7E76D624" w14:textId="77777777" w:rsidR="00DA4A1F" w:rsidRPr="00DA4A1F" w:rsidRDefault="004F0DA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300216D8" w14:textId="77777777"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5B33285F" w14:textId="604F398C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5A5F90AA" w14:textId="1F3DBDAD" w:rsidR="00A458BB" w:rsidRDefault="00A458B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1EA24940" w14:textId="52E0E6F4" w:rsidR="00A458BB" w:rsidRDefault="00A458B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1908FC27" w14:textId="08BE3206" w:rsidR="00A458BB" w:rsidRDefault="00A458B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0391B918" w14:textId="087687F1" w:rsidR="00A458BB" w:rsidRDefault="00A458B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649E132" w14:textId="1B51214B" w:rsidR="00A458BB" w:rsidRDefault="00A458B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127703D4" w14:textId="7ADA9DB9" w:rsidR="00A458BB" w:rsidRDefault="00A458B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FE1CDE0" w14:textId="04A3D409" w:rsidR="00A458BB" w:rsidRDefault="00A458B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1C09FF97" w14:textId="469EFEAD" w:rsidR="00A458BB" w:rsidRDefault="00A458B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5C9CFCE0" w14:textId="0D9E08E7" w:rsidR="00A458BB" w:rsidRDefault="00A458B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02C82C23" w14:textId="5451E041" w:rsidR="00A458BB" w:rsidRDefault="00A458B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6414F787" w14:textId="1368E5B0" w:rsidR="00A458BB" w:rsidRDefault="00A458B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3A405D24" w14:textId="5241FD80" w:rsidR="00A458BB" w:rsidRDefault="00A458B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8A70605" w14:textId="4A9EC495" w:rsidR="00A458BB" w:rsidRDefault="00A458B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7E86F01" w14:textId="3AF76243" w:rsidR="00A458BB" w:rsidRDefault="00A458B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3F818991" w14:textId="678768B9" w:rsidR="00A458BB" w:rsidRDefault="00A458B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50C9745F" w14:textId="5B824151" w:rsidR="00A458BB" w:rsidRDefault="00A458B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F10B457" w14:textId="2EE3475F" w:rsidR="00A458BB" w:rsidRDefault="00A458B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6035D237" w14:textId="0BCE657F" w:rsidR="00A458BB" w:rsidRDefault="00A458B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081860A1" w14:textId="77777777" w:rsidR="00A458BB" w:rsidRDefault="00A458B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54A09E6D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5FB32D88" w14:textId="77777777" w:rsidR="00A458BB" w:rsidRDefault="00A458BB" w:rsidP="00A458BB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>TECHNICKÁ KVALIFIKACE – SEZNAM REFERENČNÍCH ZAKÁZEK:</w:t>
      </w:r>
    </w:p>
    <w:p w14:paraId="661F4C0B" w14:textId="57E4E98C" w:rsidR="00A458BB" w:rsidRDefault="00A458BB" w:rsidP="00A458BB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prokáže toto </w:t>
      </w:r>
      <w:r w:rsidRPr="00A458BB">
        <w:rPr>
          <w:rFonts w:ascii="Arial" w:hAnsi="Arial" w:cs="Arial"/>
          <w:sz w:val="20"/>
          <w:szCs w:val="20"/>
        </w:rPr>
        <w:t xml:space="preserve">kritérium technické kvalifikace, pokud </w:t>
      </w:r>
      <w:r w:rsidRPr="00A458BB">
        <w:rPr>
          <w:rFonts w:ascii="Arial" w:hAnsi="Arial" w:cs="Arial"/>
          <w:b/>
          <w:sz w:val="20"/>
          <w:szCs w:val="20"/>
        </w:rPr>
        <w:t>v posledních 3 letech</w:t>
      </w:r>
      <w:r w:rsidRPr="00A458BB">
        <w:rPr>
          <w:rFonts w:ascii="Arial" w:hAnsi="Arial" w:cs="Arial"/>
          <w:sz w:val="20"/>
          <w:szCs w:val="20"/>
        </w:rPr>
        <w:t xml:space="preserve"> </w:t>
      </w:r>
      <w:bookmarkStart w:id="1" w:name="_GoBack"/>
      <w:r w:rsidRPr="00A458BB">
        <w:rPr>
          <w:rFonts w:ascii="Arial" w:hAnsi="Arial" w:cs="Arial"/>
          <w:sz w:val="20"/>
          <w:szCs w:val="20"/>
        </w:rPr>
        <w:t xml:space="preserve">realizoval </w:t>
      </w:r>
      <w:r w:rsidR="00465646">
        <w:rPr>
          <w:rFonts w:ascii="Arial" w:hAnsi="Arial" w:cs="Arial"/>
          <w:sz w:val="20"/>
          <w:szCs w:val="20"/>
        </w:rPr>
        <w:t xml:space="preserve">min. </w:t>
      </w:r>
      <w:r w:rsidRPr="00A458BB">
        <w:rPr>
          <w:rFonts w:ascii="Arial" w:hAnsi="Arial" w:cs="Arial"/>
          <w:b/>
          <w:sz w:val="20"/>
          <w:szCs w:val="20"/>
        </w:rPr>
        <w:t xml:space="preserve">2 </w:t>
      </w:r>
      <w:bookmarkEnd w:id="1"/>
      <w:r w:rsidRPr="00A458BB">
        <w:rPr>
          <w:rFonts w:ascii="Arial" w:hAnsi="Arial" w:cs="Arial"/>
          <w:b/>
          <w:sz w:val="20"/>
          <w:szCs w:val="20"/>
        </w:rPr>
        <w:t>obdobné zakázky</w:t>
      </w:r>
      <w:r w:rsidRPr="00A458BB">
        <w:rPr>
          <w:rFonts w:ascii="Arial" w:hAnsi="Arial" w:cs="Arial"/>
          <w:sz w:val="20"/>
          <w:szCs w:val="20"/>
        </w:rPr>
        <w:t xml:space="preserve"> v min. hodnotě </w:t>
      </w:r>
      <w:r w:rsidRPr="00A458BB">
        <w:rPr>
          <w:rFonts w:ascii="Arial" w:hAnsi="Arial" w:cs="Arial"/>
          <w:b/>
          <w:sz w:val="20"/>
          <w:szCs w:val="20"/>
        </w:rPr>
        <w:t>2.000.000,- Kč</w:t>
      </w:r>
      <w:r w:rsidRPr="00A458BB">
        <w:rPr>
          <w:rFonts w:ascii="Arial" w:hAnsi="Arial" w:cs="Arial"/>
          <w:sz w:val="20"/>
          <w:szCs w:val="20"/>
        </w:rPr>
        <w:t xml:space="preserve"> </w:t>
      </w:r>
      <w:r w:rsidRPr="00A458BB">
        <w:rPr>
          <w:rFonts w:ascii="Arial" w:hAnsi="Arial" w:cs="Arial"/>
          <w:bCs/>
          <w:sz w:val="20"/>
          <w:szCs w:val="20"/>
        </w:rPr>
        <w:t>(slovy: dva miliony korun českých)</w:t>
      </w:r>
      <w:r w:rsidRPr="00A458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A458BB">
        <w:rPr>
          <w:rFonts w:ascii="Arial" w:hAnsi="Arial" w:cs="Arial"/>
          <w:b/>
          <w:sz w:val="20"/>
          <w:szCs w:val="20"/>
        </w:rPr>
        <w:t>bez DPH</w:t>
      </w:r>
      <w:r w:rsidRPr="00A458BB">
        <w:rPr>
          <w:rFonts w:ascii="Arial" w:hAnsi="Arial" w:cs="Arial"/>
          <w:sz w:val="20"/>
          <w:szCs w:val="20"/>
        </w:rPr>
        <w:t xml:space="preserve"> </w:t>
      </w:r>
      <w:r w:rsidRPr="00A458BB">
        <w:rPr>
          <w:rFonts w:ascii="Arial" w:hAnsi="Arial" w:cs="Arial"/>
          <w:b/>
          <w:sz w:val="20"/>
          <w:szCs w:val="20"/>
        </w:rPr>
        <w:t>za každou takovou referenční zakázku.</w:t>
      </w:r>
      <w:r w:rsidRPr="00A458BB">
        <w:rPr>
          <w:rFonts w:ascii="Arial" w:hAnsi="Arial" w:cs="Arial"/>
          <w:sz w:val="20"/>
          <w:szCs w:val="20"/>
        </w:rPr>
        <w:t xml:space="preserve"> Obdobný druh dodávek zadavatel blíže specifikuje jako dodávku systému zálohování/archivace v kombinaci s dodávkou HW infrastruktury – páskových technologií, sdílené úložiště </w:t>
      </w:r>
      <w:r w:rsidRPr="00A458BB">
        <w:rPr>
          <w:rFonts w:ascii="Arial" w:hAnsi="Arial" w:cs="Arial"/>
          <w:b/>
          <w:sz w:val="20"/>
          <w:szCs w:val="20"/>
        </w:rPr>
        <w:t xml:space="preserve">(General </w:t>
      </w:r>
      <w:proofErr w:type="spellStart"/>
      <w:r w:rsidRPr="00A458BB">
        <w:rPr>
          <w:rFonts w:ascii="Arial" w:hAnsi="Arial" w:cs="Arial"/>
          <w:b/>
          <w:sz w:val="20"/>
          <w:szCs w:val="20"/>
        </w:rPr>
        <w:t>Parallel</w:t>
      </w:r>
      <w:proofErr w:type="spellEnd"/>
      <w:r w:rsidRPr="00A458B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458BB">
        <w:rPr>
          <w:rFonts w:ascii="Arial" w:hAnsi="Arial" w:cs="Arial"/>
          <w:b/>
          <w:sz w:val="20"/>
          <w:szCs w:val="20"/>
        </w:rPr>
        <w:t>File</w:t>
      </w:r>
      <w:proofErr w:type="spellEnd"/>
      <w:r w:rsidRPr="00A458BB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Pr="00A458BB">
        <w:rPr>
          <w:rFonts w:ascii="Arial" w:hAnsi="Arial" w:cs="Arial"/>
          <w:b/>
          <w:sz w:val="20"/>
          <w:szCs w:val="20"/>
        </w:rPr>
        <w:t>Systém</w:t>
      </w:r>
      <w:r w:rsidRPr="00A458BB">
        <w:rPr>
          <w:rFonts w:ascii="Arial" w:hAnsi="Arial" w:cs="Arial"/>
          <w:sz w:val="20"/>
          <w:szCs w:val="20"/>
        </w:rPr>
        <w:t xml:space="preserve"> - GPFS</w:t>
      </w:r>
      <w:proofErr w:type="gramEnd"/>
      <w:r w:rsidRPr="00A458BB">
        <w:rPr>
          <w:rFonts w:ascii="Arial" w:hAnsi="Arial" w:cs="Arial"/>
          <w:sz w:val="20"/>
          <w:szCs w:val="20"/>
        </w:rPr>
        <w:t xml:space="preserve">) a služeb implementace a </w:t>
      </w:r>
      <w:r w:rsidRPr="00A458BB">
        <w:rPr>
          <w:rFonts w:ascii="Arial" w:hAnsi="Arial" w:cs="Arial"/>
          <w:bCs/>
          <w:sz w:val="20"/>
          <w:szCs w:val="20"/>
        </w:rPr>
        <w:t>migrace dat, a to včetně servisní podpory v režimu min. 24x7xNBD</w:t>
      </w:r>
      <w:r w:rsidRPr="00A458BB">
        <w:rPr>
          <w:rStyle w:val="Znakapoznpodarou"/>
          <w:rFonts w:ascii="Arial" w:hAnsi="Arial" w:cs="Arial"/>
          <w:bCs/>
          <w:sz w:val="20"/>
          <w:szCs w:val="20"/>
        </w:rPr>
        <w:footnoteReference w:id="1"/>
      </w:r>
      <w:r w:rsidRPr="00A458BB">
        <w:rPr>
          <w:rFonts w:ascii="Arial" w:hAnsi="Arial" w:cs="Arial"/>
          <w:bCs/>
          <w:sz w:val="20"/>
          <w:szCs w:val="20"/>
        </w:rPr>
        <w:t>.</w:t>
      </w:r>
    </w:p>
    <w:p w14:paraId="5E2957F0" w14:textId="77777777" w:rsidR="00A458BB" w:rsidRDefault="00A458BB" w:rsidP="00A458BB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</w:p>
    <w:p w14:paraId="198B7245" w14:textId="731F82CD" w:rsidR="00A458BB" w:rsidRPr="00A458BB" w:rsidRDefault="00A458BB" w:rsidP="00A458BB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BB4E77">
        <w:rPr>
          <w:rFonts w:ascii="Arial" w:hAnsi="Arial" w:cs="Arial"/>
          <w:b/>
          <w:sz w:val="20"/>
          <w:szCs w:val="20"/>
        </w:rPr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458BB" w:rsidRPr="00423B91" w14:paraId="08C4696F" w14:textId="77777777" w:rsidTr="00AB2C3F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B8FAB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35B59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A458BB" w:rsidRPr="00423B91" w14:paraId="2707F3DD" w14:textId="77777777" w:rsidTr="00AB2C3F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D83CA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5CCA1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A458BB" w:rsidRPr="00423B91" w14:paraId="54E32E0B" w14:textId="77777777" w:rsidTr="00AB2C3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321AD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FD320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A458BB" w:rsidRPr="00423B91" w14:paraId="71687F99" w14:textId="77777777" w:rsidTr="00AB2C3F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A3769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81B3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A458BB" w:rsidRPr="00423B91" w14:paraId="7F135106" w14:textId="77777777" w:rsidTr="00AB2C3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40D0A" w14:textId="77777777" w:rsidR="00A458BB" w:rsidRDefault="00A458BB" w:rsidP="00AB2C3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5073C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14:paraId="77D9219F" w14:textId="77777777" w:rsidR="00A458BB" w:rsidRDefault="00A458BB" w:rsidP="00DE3648">
      <w:pPr>
        <w:pStyle w:val="Odstavecseseznamem"/>
        <w:ind w:left="0"/>
        <w:rPr>
          <w:rFonts w:ascii="Arial" w:hAnsi="Arial" w:cs="Arial"/>
          <w:sz w:val="20"/>
          <w:szCs w:val="20"/>
        </w:rPr>
      </w:pPr>
    </w:p>
    <w:p w14:paraId="72582119" w14:textId="1AE9F2E7" w:rsidR="00A458BB" w:rsidRPr="00A458BB" w:rsidRDefault="00A458BB" w:rsidP="00A458BB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BB4E77">
        <w:rPr>
          <w:rFonts w:ascii="Arial" w:hAnsi="Arial" w:cs="Arial"/>
          <w:b/>
          <w:sz w:val="20"/>
          <w:szCs w:val="20"/>
        </w:rPr>
        <w:t>Referenční zakázka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458BB" w:rsidRPr="00423B91" w14:paraId="161877E7" w14:textId="77777777" w:rsidTr="00AB2C3F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A9ED7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C612A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A458BB" w:rsidRPr="00423B91" w14:paraId="17A4D919" w14:textId="77777777" w:rsidTr="00AB2C3F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CA51F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65B0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A458BB" w:rsidRPr="00423B91" w14:paraId="6F7C59A2" w14:textId="77777777" w:rsidTr="00AB2C3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9447D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52FED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A458BB" w:rsidRPr="00423B91" w14:paraId="0FF4611A" w14:textId="77777777" w:rsidTr="00AB2C3F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8115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FC564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A458BB" w:rsidRPr="00423B91" w14:paraId="17D87705" w14:textId="77777777" w:rsidTr="00AB2C3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D8C5" w14:textId="77777777" w:rsidR="00A458BB" w:rsidRDefault="00A458BB" w:rsidP="00AB2C3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CB7E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14:paraId="4041E064" w14:textId="77777777" w:rsidR="00A458BB" w:rsidRDefault="00A458BB" w:rsidP="00A458BB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3A4A3EEF" w14:textId="77777777" w:rsidR="00A458BB" w:rsidRPr="00290C95" w:rsidRDefault="00A458BB" w:rsidP="00A458BB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>TECHNICKÁ KVALIFIKACE – SEZNAM TECHNIKŮ NEBO TECHNICKÝCH ÚTVARŮ:</w:t>
      </w:r>
    </w:p>
    <w:p w14:paraId="4D5D3229" w14:textId="0C221B7E" w:rsidR="00A458BB" w:rsidRDefault="00A458BB" w:rsidP="00A458BB">
      <w:pPr>
        <w:pStyle w:val="Odstavecseseznamem"/>
        <w:spacing w:after="240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</w:t>
      </w:r>
      <w:r w:rsidRPr="00CF2B1C">
        <w:rPr>
          <w:rFonts w:ascii="Arial" w:hAnsi="Arial" w:cs="Arial"/>
          <w:sz w:val="20"/>
          <w:szCs w:val="20"/>
        </w:rPr>
        <w:t xml:space="preserve">prokáže toto kritérium technické kvalifikace, pokud má pro realizaci této veřejné zakázky k dispozici celkem </w:t>
      </w:r>
      <w:r w:rsidRPr="00CF2B1C">
        <w:rPr>
          <w:rFonts w:ascii="Arial" w:hAnsi="Arial" w:cs="Arial"/>
          <w:b/>
          <w:sz w:val="20"/>
          <w:szCs w:val="20"/>
        </w:rPr>
        <w:t xml:space="preserve">min. </w:t>
      </w:r>
      <w:r>
        <w:rPr>
          <w:rFonts w:ascii="Arial" w:hAnsi="Arial" w:cs="Arial"/>
          <w:b/>
          <w:sz w:val="20"/>
          <w:szCs w:val="20"/>
        </w:rPr>
        <w:t>2</w:t>
      </w:r>
      <w:r w:rsidRPr="00CF2B1C">
        <w:rPr>
          <w:rFonts w:ascii="Arial" w:hAnsi="Arial" w:cs="Arial"/>
          <w:b/>
          <w:sz w:val="20"/>
          <w:szCs w:val="20"/>
        </w:rPr>
        <w:t xml:space="preserve"> osoby</w:t>
      </w:r>
      <w:r>
        <w:rPr>
          <w:rFonts w:ascii="Arial" w:hAnsi="Arial" w:cs="Arial"/>
          <w:b/>
          <w:sz w:val="20"/>
          <w:szCs w:val="20"/>
        </w:rPr>
        <w:t xml:space="preserve"> (techniky)</w:t>
      </w:r>
      <w:r w:rsidRPr="00CF2B1C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color w:val="000000"/>
          <w:sz w:val="20"/>
          <w:szCs w:val="20"/>
        </w:rPr>
        <w:t>Každá z osob disponuje minimálně jedním z níže uvedených certifikátů:</w:t>
      </w:r>
    </w:p>
    <w:p w14:paraId="4F6ACBCE" w14:textId="1198E6B5" w:rsidR="00A458BB" w:rsidRDefault="00A458BB" w:rsidP="00A458BB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Technik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458BB" w:rsidRPr="00290C95" w14:paraId="0E1ED890" w14:textId="77777777" w:rsidTr="00AB2C3F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98DB4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E1380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A458BB" w:rsidRPr="00290C95" w14:paraId="35D9A2A9" w14:textId="77777777" w:rsidTr="00AB2C3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6D597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CF46D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A458BB" w:rsidRPr="00290C95" w14:paraId="32DDE8F0" w14:textId="77777777" w:rsidTr="00AB2C3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1F58C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Vztah technika k dodavateli (tj. zaměstnanec či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poddodavatel,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5F8FD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A458BB" w:rsidRPr="00290C95" w14:paraId="7A2E13ED" w14:textId="77777777" w:rsidTr="00AB2C3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E0FBD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E8341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A458BB" w:rsidRPr="00290C95" w14:paraId="7773DC15" w14:textId="77777777" w:rsidTr="00AB2C3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5798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Získané certifikace dle požadavků Výzvy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03CA8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Doplnit jako samostatnou přílohu ve formě prosté kopie dokumentu. </w:t>
            </w:r>
          </w:p>
        </w:tc>
      </w:tr>
    </w:tbl>
    <w:p w14:paraId="4CAD7107" w14:textId="77777777" w:rsidR="00A458BB" w:rsidRDefault="00A458BB" w:rsidP="00A458BB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34D5F329" w14:textId="5248B73B" w:rsidR="00A458BB" w:rsidRDefault="00A458BB" w:rsidP="00A458BB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Technik č. 2:</w:t>
      </w:r>
    </w:p>
    <w:p w14:paraId="0EDE28AA" w14:textId="77777777" w:rsidR="00A458BB" w:rsidRDefault="00A458BB" w:rsidP="00A458BB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458BB" w:rsidRPr="00290C95" w14:paraId="1149E9AD" w14:textId="77777777" w:rsidTr="00AB2C3F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AC125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09BE8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A458BB" w:rsidRPr="00290C95" w14:paraId="3AB5ABE1" w14:textId="77777777" w:rsidTr="00AB2C3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655E2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963F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A458BB" w:rsidRPr="00290C95" w14:paraId="3414D92B" w14:textId="77777777" w:rsidTr="00AB2C3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FAB08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Vztah technika k dodavateli (tj. zaměstnanec či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poddodavatel,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13902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A458BB" w:rsidRPr="00290C95" w14:paraId="0117C6F3" w14:textId="77777777" w:rsidTr="00AB2C3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C1F7D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0C238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A458BB" w:rsidRPr="00290C95" w14:paraId="6FFF4FF6" w14:textId="77777777" w:rsidTr="00AB2C3F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7FB46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Získané certifikace dle požadavků Výzvy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F593C" w14:textId="77777777" w:rsidR="00A458BB" w:rsidRDefault="00A458BB" w:rsidP="00AB2C3F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Doplnit jako samostatnou přílohu ve formě prosté kopie dokumentu. </w:t>
            </w:r>
          </w:p>
        </w:tc>
      </w:tr>
    </w:tbl>
    <w:p w14:paraId="7F193EDB" w14:textId="77777777" w:rsidR="00A458BB" w:rsidRDefault="00A458BB" w:rsidP="00A458BB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068D4362" w14:textId="77777777" w:rsidR="00A458BB" w:rsidRDefault="00A458BB" w:rsidP="00A458BB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745EC8C3" w14:textId="77777777" w:rsidR="00A458BB" w:rsidRDefault="00A458BB" w:rsidP="00A458BB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7348C996" w14:textId="77777777" w:rsidR="00A458BB" w:rsidRDefault="00A458BB" w:rsidP="00A458BB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A6A7D4C" w14:textId="77777777" w:rsidR="00A458BB" w:rsidRDefault="00A458BB" w:rsidP="00A458BB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7255A58C" w14:textId="77777777" w:rsidR="00A458BB" w:rsidRDefault="00A458BB" w:rsidP="00A458BB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5ABCDD00" w14:textId="77777777" w:rsidR="00A458BB" w:rsidRDefault="00A458BB" w:rsidP="00A458BB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6DEAE93B" w14:textId="77777777"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68025F30" w14:textId="77777777" w:rsidR="006C7554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color w:val="E36C0A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4F0DA2" w:rsidRPr="001D6A5B">
        <w:rPr>
          <w:rFonts w:ascii="Arial" w:hAnsi="Arial" w:cs="Arial"/>
          <w:i/>
          <w:sz w:val="20"/>
          <w:szCs w:val="20"/>
        </w:rPr>
        <w:tab/>
      </w:r>
      <w:r w:rsidR="004F0DA2" w:rsidRPr="001D6A5B">
        <w:rPr>
          <w:rFonts w:ascii="Arial" w:hAnsi="Arial" w:cs="Arial"/>
          <w:i/>
          <w:sz w:val="20"/>
          <w:szCs w:val="20"/>
        </w:rPr>
        <w:tab/>
      </w:r>
      <w:r w:rsidR="004F0DA2" w:rsidRPr="001D6A5B">
        <w:rPr>
          <w:rFonts w:ascii="Arial" w:hAnsi="Arial" w:cs="Arial"/>
          <w:i/>
          <w:sz w:val="20"/>
          <w:szCs w:val="20"/>
        </w:rPr>
        <w:tab/>
      </w:r>
      <w:r w:rsidR="004F0DA2" w:rsidRPr="001D6A5B">
        <w:rPr>
          <w:rFonts w:ascii="Arial" w:hAnsi="Arial" w:cs="Arial"/>
          <w:i/>
          <w:sz w:val="20"/>
          <w:szCs w:val="20"/>
        </w:rPr>
        <w:tab/>
      </w:r>
      <w:r w:rsidR="004F0DA2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p w14:paraId="3E0A9DDD" w14:textId="77777777" w:rsidR="00F721D3" w:rsidRDefault="00F721D3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14:paraId="3856F091" w14:textId="77777777" w:rsidR="00F721D3" w:rsidRDefault="00F721D3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14:paraId="7A57B6E0" w14:textId="77777777" w:rsidR="00F721D3" w:rsidRDefault="00F721D3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14:paraId="120FA52A" w14:textId="77777777" w:rsidR="00F721D3" w:rsidRDefault="00F721D3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14:paraId="7D400469" w14:textId="77777777" w:rsidR="00F721D3" w:rsidRDefault="00F721D3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14:paraId="1BF62D47" w14:textId="77777777" w:rsidR="00F721D3" w:rsidRDefault="00F721D3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14:paraId="4E33BD75" w14:textId="77777777" w:rsidR="00F721D3" w:rsidRDefault="00F721D3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14:paraId="31F801FA" w14:textId="77777777" w:rsidR="00F721D3" w:rsidRDefault="00F721D3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14:paraId="1270B0CF" w14:textId="77777777" w:rsidR="00F721D3" w:rsidRDefault="00F721D3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14:paraId="083BB8A3" w14:textId="77777777" w:rsidR="00F721D3" w:rsidRDefault="00F721D3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14:paraId="76270AF8" w14:textId="77777777" w:rsidR="00F721D3" w:rsidRDefault="00F721D3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14:paraId="52DCD06B" w14:textId="77777777" w:rsidR="00F721D3" w:rsidRDefault="00F721D3" w:rsidP="00F721D3">
      <w:pPr>
        <w:tabs>
          <w:tab w:val="left" w:pos="3795"/>
        </w:tabs>
        <w:rPr>
          <w:rFonts w:ascii="Arial" w:hAnsi="Arial" w:cs="Arial"/>
        </w:rPr>
      </w:pPr>
    </w:p>
    <w:p w14:paraId="54C7C9CB" w14:textId="77777777" w:rsidR="00F721D3" w:rsidRDefault="00F721D3" w:rsidP="00F721D3">
      <w:pPr>
        <w:rPr>
          <w:rFonts w:ascii="Arial" w:hAnsi="Arial" w:cs="Arial"/>
        </w:rPr>
      </w:pPr>
    </w:p>
    <w:p w14:paraId="0F955634" w14:textId="77777777" w:rsidR="00F721D3" w:rsidRPr="001D6A5B" w:rsidRDefault="00F721D3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sectPr w:rsidR="00F721D3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D158B" w14:textId="77777777" w:rsidR="00254AD8" w:rsidRDefault="00254AD8">
      <w:r>
        <w:separator/>
      </w:r>
    </w:p>
  </w:endnote>
  <w:endnote w:type="continuationSeparator" w:id="0">
    <w:p w14:paraId="2AEF1E4A" w14:textId="77777777" w:rsidR="00254AD8" w:rsidRDefault="00254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BD513" w14:textId="77777777" w:rsidR="000C3ADB" w:rsidRDefault="00254AD8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 w14:anchorId="6569DDFD">
        <v:line id="_x0000_s2051" style="position:absolute;flip:y;z-index:1" from="0,4.35pt" to="450pt,4.35pt"/>
      </w:pict>
    </w:r>
  </w:p>
  <w:p w14:paraId="64AA41F8" w14:textId="77777777" w:rsidR="000C3ADB" w:rsidRPr="002D5E2E" w:rsidRDefault="004F0DA2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14:paraId="72B1C1E6" w14:textId="77777777"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85A5D" w14:textId="77777777" w:rsidR="00254AD8" w:rsidRDefault="00254AD8">
      <w:r>
        <w:separator/>
      </w:r>
    </w:p>
  </w:footnote>
  <w:footnote w:type="continuationSeparator" w:id="0">
    <w:p w14:paraId="7CDA5993" w14:textId="77777777" w:rsidR="00254AD8" w:rsidRDefault="00254AD8">
      <w:r>
        <w:continuationSeparator/>
      </w:r>
    </w:p>
  </w:footnote>
  <w:footnote w:id="1">
    <w:p w14:paraId="50573883" w14:textId="77777777" w:rsidR="00A458BB" w:rsidRDefault="00A458BB" w:rsidP="00A458B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>
        <w:t>Next</w:t>
      </w:r>
      <w:proofErr w:type="spellEnd"/>
      <w:r>
        <w:t xml:space="preserve"> Business </w:t>
      </w:r>
      <w:proofErr w:type="spellStart"/>
      <w:r>
        <w:t>Day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0BFD2" w14:textId="77777777" w:rsidR="000C3ADB" w:rsidRDefault="00254AD8">
    <w:pPr>
      <w:pStyle w:val="Zhlav"/>
    </w:pPr>
    <w:r>
      <w:rPr>
        <w:noProof/>
      </w:rPr>
      <w:pict w14:anchorId="05CB15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24484" w14:textId="77777777" w:rsidR="002D5E2E" w:rsidRDefault="002D5E2E">
    <w:pPr>
      <w:pStyle w:val="Zhlav"/>
    </w:pPr>
  </w:p>
  <w:p w14:paraId="0DCB4A8E" w14:textId="77777777" w:rsidR="002D5E2E" w:rsidRDefault="002D5E2E">
    <w:pPr>
      <w:pStyle w:val="Zhlav"/>
    </w:pPr>
  </w:p>
  <w:p w14:paraId="4AF7F1D1" w14:textId="77777777" w:rsidR="002D5E2E" w:rsidRDefault="002D5E2E">
    <w:pPr>
      <w:pStyle w:val="Zhlav"/>
    </w:pPr>
  </w:p>
  <w:p w14:paraId="2504BCAA" w14:textId="77777777" w:rsidR="005B4337" w:rsidRDefault="00254AD8">
    <w:pPr>
      <w:pStyle w:val="Zhlav"/>
    </w:pPr>
    <w:r>
      <w:rPr>
        <w:noProof/>
      </w:rPr>
      <w:pict w14:anchorId="5B04E2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35B91" w14:textId="77777777" w:rsidR="000C3ADB" w:rsidRDefault="00254AD8">
    <w:pPr>
      <w:pStyle w:val="Zhlav"/>
    </w:pPr>
    <w:r>
      <w:rPr>
        <w:noProof/>
      </w:rPr>
      <w:pict w14:anchorId="29761A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5pt;height:3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683EAD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648C20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266C522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BCC427B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8558E2E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BE4C086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8D8CD64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D236E39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2E6EA6D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7FFE91E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084033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D72AEC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2C506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DA0F6B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85A396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494AF6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188170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7B81C3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225EEB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72E0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32B8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622F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D08B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34D3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3C41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5252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3003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608EB"/>
    <w:multiLevelType w:val="hybridMultilevel"/>
    <w:tmpl w:val="7C94C48C"/>
    <w:lvl w:ilvl="0" w:tplc="013A79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B4D3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2A0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BAA7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32A0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B89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2EDD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00BD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AC57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3A927936">
      <w:start w:val="1"/>
      <w:numFmt w:val="lowerLetter"/>
      <w:lvlText w:val="%1)"/>
      <w:lvlJc w:val="left"/>
      <w:pPr>
        <w:ind w:left="644" w:hanging="360"/>
      </w:pPr>
    </w:lvl>
    <w:lvl w:ilvl="1" w:tplc="768409D4" w:tentative="1">
      <w:start w:val="1"/>
      <w:numFmt w:val="lowerLetter"/>
      <w:lvlText w:val="%2."/>
      <w:lvlJc w:val="left"/>
      <w:pPr>
        <w:ind w:left="1364" w:hanging="360"/>
      </w:pPr>
    </w:lvl>
    <w:lvl w:ilvl="2" w:tplc="52145D82" w:tentative="1">
      <w:start w:val="1"/>
      <w:numFmt w:val="lowerRoman"/>
      <w:lvlText w:val="%3."/>
      <w:lvlJc w:val="right"/>
      <w:pPr>
        <w:ind w:left="2084" w:hanging="180"/>
      </w:pPr>
    </w:lvl>
    <w:lvl w:ilvl="3" w:tplc="D4FC8070" w:tentative="1">
      <w:start w:val="1"/>
      <w:numFmt w:val="decimal"/>
      <w:lvlText w:val="%4."/>
      <w:lvlJc w:val="left"/>
      <w:pPr>
        <w:ind w:left="2804" w:hanging="360"/>
      </w:pPr>
    </w:lvl>
    <w:lvl w:ilvl="4" w:tplc="B6186808" w:tentative="1">
      <w:start w:val="1"/>
      <w:numFmt w:val="lowerLetter"/>
      <w:lvlText w:val="%5."/>
      <w:lvlJc w:val="left"/>
      <w:pPr>
        <w:ind w:left="3524" w:hanging="360"/>
      </w:pPr>
    </w:lvl>
    <w:lvl w:ilvl="5" w:tplc="6C1A7CDA" w:tentative="1">
      <w:start w:val="1"/>
      <w:numFmt w:val="lowerRoman"/>
      <w:lvlText w:val="%6."/>
      <w:lvlJc w:val="right"/>
      <w:pPr>
        <w:ind w:left="4244" w:hanging="180"/>
      </w:pPr>
    </w:lvl>
    <w:lvl w:ilvl="6" w:tplc="547A6550" w:tentative="1">
      <w:start w:val="1"/>
      <w:numFmt w:val="decimal"/>
      <w:lvlText w:val="%7."/>
      <w:lvlJc w:val="left"/>
      <w:pPr>
        <w:ind w:left="4964" w:hanging="360"/>
      </w:pPr>
    </w:lvl>
    <w:lvl w:ilvl="7" w:tplc="2A987938" w:tentative="1">
      <w:start w:val="1"/>
      <w:numFmt w:val="lowerLetter"/>
      <w:lvlText w:val="%8."/>
      <w:lvlJc w:val="left"/>
      <w:pPr>
        <w:ind w:left="5684" w:hanging="360"/>
      </w:pPr>
    </w:lvl>
    <w:lvl w:ilvl="8" w:tplc="D94859A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23583964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FF5E56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3AEC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6A1B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D89F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D8CE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CC93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9819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34FD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C2362E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E0005AC" w:tentative="1">
      <w:start w:val="1"/>
      <w:numFmt w:val="lowerLetter"/>
      <w:lvlText w:val="%2."/>
      <w:lvlJc w:val="left"/>
      <w:pPr>
        <w:ind w:left="1440" w:hanging="360"/>
      </w:pPr>
    </w:lvl>
    <w:lvl w:ilvl="2" w:tplc="FDC2BB40" w:tentative="1">
      <w:start w:val="1"/>
      <w:numFmt w:val="lowerRoman"/>
      <w:lvlText w:val="%3."/>
      <w:lvlJc w:val="right"/>
      <w:pPr>
        <w:ind w:left="2160" w:hanging="180"/>
      </w:pPr>
    </w:lvl>
    <w:lvl w:ilvl="3" w:tplc="1E72752A" w:tentative="1">
      <w:start w:val="1"/>
      <w:numFmt w:val="decimal"/>
      <w:lvlText w:val="%4."/>
      <w:lvlJc w:val="left"/>
      <w:pPr>
        <w:ind w:left="2880" w:hanging="360"/>
      </w:pPr>
    </w:lvl>
    <w:lvl w:ilvl="4" w:tplc="4E9AD050" w:tentative="1">
      <w:start w:val="1"/>
      <w:numFmt w:val="lowerLetter"/>
      <w:lvlText w:val="%5."/>
      <w:lvlJc w:val="left"/>
      <w:pPr>
        <w:ind w:left="3600" w:hanging="360"/>
      </w:pPr>
    </w:lvl>
    <w:lvl w:ilvl="5" w:tplc="4C62DDE8" w:tentative="1">
      <w:start w:val="1"/>
      <w:numFmt w:val="lowerRoman"/>
      <w:lvlText w:val="%6."/>
      <w:lvlJc w:val="right"/>
      <w:pPr>
        <w:ind w:left="4320" w:hanging="180"/>
      </w:pPr>
    </w:lvl>
    <w:lvl w:ilvl="6" w:tplc="9C224A96" w:tentative="1">
      <w:start w:val="1"/>
      <w:numFmt w:val="decimal"/>
      <w:lvlText w:val="%7."/>
      <w:lvlJc w:val="left"/>
      <w:pPr>
        <w:ind w:left="5040" w:hanging="360"/>
      </w:pPr>
    </w:lvl>
    <w:lvl w:ilvl="7" w:tplc="F2C4D8B4" w:tentative="1">
      <w:start w:val="1"/>
      <w:numFmt w:val="lowerLetter"/>
      <w:lvlText w:val="%8."/>
      <w:lvlJc w:val="left"/>
      <w:pPr>
        <w:ind w:left="5760" w:hanging="360"/>
      </w:pPr>
    </w:lvl>
    <w:lvl w:ilvl="8" w:tplc="189A28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6016C"/>
    <w:multiLevelType w:val="hybridMultilevel"/>
    <w:tmpl w:val="794246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0069B0" w:tentative="1">
      <w:start w:val="1"/>
      <w:numFmt w:val="lowerLetter"/>
      <w:lvlText w:val="%2."/>
      <w:lvlJc w:val="left"/>
      <w:pPr>
        <w:ind w:left="1440" w:hanging="360"/>
      </w:pPr>
    </w:lvl>
    <w:lvl w:ilvl="2" w:tplc="18E45D12" w:tentative="1">
      <w:start w:val="1"/>
      <w:numFmt w:val="lowerRoman"/>
      <w:lvlText w:val="%3."/>
      <w:lvlJc w:val="right"/>
      <w:pPr>
        <w:ind w:left="2160" w:hanging="180"/>
      </w:pPr>
    </w:lvl>
    <w:lvl w:ilvl="3" w:tplc="0D90ACC0" w:tentative="1">
      <w:start w:val="1"/>
      <w:numFmt w:val="decimal"/>
      <w:lvlText w:val="%4."/>
      <w:lvlJc w:val="left"/>
      <w:pPr>
        <w:ind w:left="2880" w:hanging="360"/>
      </w:pPr>
    </w:lvl>
    <w:lvl w:ilvl="4" w:tplc="BAC0C6BE" w:tentative="1">
      <w:start w:val="1"/>
      <w:numFmt w:val="lowerLetter"/>
      <w:lvlText w:val="%5."/>
      <w:lvlJc w:val="left"/>
      <w:pPr>
        <w:ind w:left="3600" w:hanging="360"/>
      </w:pPr>
    </w:lvl>
    <w:lvl w:ilvl="5" w:tplc="1A907382" w:tentative="1">
      <w:start w:val="1"/>
      <w:numFmt w:val="lowerRoman"/>
      <w:lvlText w:val="%6."/>
      <w:lvlJc w:val="right"/>
      <w:pPr>
        <w:ind w:left="4320" w:hanging="180"/>
      </w:pPr>
    </w:lvl>
    <w:lvl w:ilvl="6" w:tplc="A1F4A9F6" w:tentative="1">
      <w:start w:val="1"/>
      <w:numFmt w:val="decimal"/>
      <w:lvlText w:val="%7."/>
      <w:lvlJc w:val="left"/>
      <w:pPr>
        <w:ind w:left="5040" w:hanging="360"/>
      </w:pPr>
    </w:lvl>
    <w:lvl w:ilvl="7" w:tplc="AEF476AC" w:tentative="1">
      <w:start w:val="1"/>
      <w:numFmt w:val="lowerLetter"/>
      <w:lvlText w:val="%8."/>
      <w:lvlJc w:val="left"/>
      <w:pPr>
        <w:ind w:left="5760" w:hanging="360"/>
      </w:pPr>
    </w:lvl>
    <w:lvl w:ilvl="8" w:tplc="297E51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D71A6"/>
    <w:multiLevelType w:val="hybridMultilevel"/>
    <w:tmpl w:val="9BE89DD4"/>
    <w:lvl w:ilvl="0" w:tplc="E8D4B0C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71F8A2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EBEC2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6891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50EB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FA3F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22CA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7658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BE0F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A6043B"/>
    <w:multiLevelType w:val="hybridMultilevel"/>
    <w:tmpl w:val="10F631F8"/>
    <w:lvl w:ilvl="0" w:tplc="85BCE2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718A25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86504D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6CF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0A8B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1432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123E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B0D2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58CF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C9B7169"/>
    <w:multiLevelType w:val="hybridMultilevel"/>
    <w:tmpl w:val="2CE6D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420D65"/>
    <w:multiLevelType w:val="hybridMultilevel"/>
    <w:tmpl w:val="8E9C841C"/>
    <w:lvl w:ilvl="0" w:tplc="CAC8D0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4D84EF6" w:tentative="1">
      <w:start w:val="1"/>
      <w:numFmt w:val="lowerLetter"/>
      <w:lvlText w:val="%2."/>
      <w:lvlJc w:val="left"/>
      <w:pPr>
        <w:ind w:left="1440" w:hanging="360"/>
      </w:pPr>
    </w:lvl>
    <w:lvl w:ilvl="2" w:tplc="B73E3C58" w:tentative="1">
      <w:start w:val="1"/>
      <w:numFmt w:val="lowerRoman"/>
      <w:lvlText w:val="%3."/>
      <w:lvlJc w:val="right"/>
      <w:pPr>
        <w:ind w:left="2160" w:hanging="180"/>
      </w:pPr>
    </w:lvl>
    <w:lvl w:ilvl="3" w:tplc="75162FFA" w:tentative="1">
      <w:start w:val="1"/>
      <w:numFmt w:val="decimal"/>
      <w:lvlText w:val="%4."/>
      <w:lvlJc w:val="left"/>
      <w:pPr>
        <w:ind w:left="2880" w:hanging="360"/>
      </w:pPr>
    </w:lvl>
    <w:lvl w:ilvl="4" w:tplc="FAA08E2A" w:tentative="1">
      <w:start w:val="1"/>
      <w:numFmt w:val="lowerLetter"/>
      <w:lvlText w:val="%5."/>
      <w:lvlJc w:val="left"/>
      <w:pPr>
        <w:ind w:left="3600" w:hanging="360"/>
      </w:pPr>
    </w:lvl>
    <w:lvl w:ilvl="5" w:tplc="577E141E" w:tentative="1">
      <w:start w:val="1"/>
      <w:numFmt w:val="lowerRoman"/>
      <w:lvlText w:val="%6."/>
      <w:lvlJc w:val="right"/>
      <w:pPr>
        <w:ind w:left="4320" w:hanging="180"/>
      </w:pPr>
    </w:lvl>
    <w:lvl w:ilvl="6" w:tplc="30FC9122" w:tentative="1">
      <w:start w:val="1"/>
      <w:numFmt w:val="decimal"/>
      <w:lvlText w:val="%7."/>
      <w:lvlJc w:val="left"/>
      <w:pPr>
        <w:ind w:left="5040" w:hanging="360"/>
      </w:pPr>
    </w:lvl>
    <w:lvl w:ilvl="7" w:tplc="4790E970" w:tentative="1">
      <w:start w:val="1"/>
      <w:numFmt w:val="lowerLetter"/>
      <w:lvlText w:val="%8."/>
      <w:lvlJc w:val="left"/>
      <w:pPr>
        <w:ind w:left="5760" w:hanging="360"/>
      </w:pPr>
    </w:lvl>
    <w:lvl w:ilvl="8" w:tplc="1CB6F0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27340A"/>
    <w:multiLevelType w:val="hybridMultilevel"/>
    <w:tmpl w:val="412473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2920B9"/>
    <w:multiLevelType w:val="hybridMultilevel"/>
    <w:tmpl w:val="16F87D7E"/>
    <w:lvl w:ilvl="0" w:tplc="AADC3E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8C8A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A7EF9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856DC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38A2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3652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B81C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AAEF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BE69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E07468"/>
    <w:multiLevelType w:val="hybridMultilevel"/>
    <w:tmpl w:val="F216EE0A"/>
    <w:lvl w:ilvl="0" w:tplc="8A8A71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38C1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E6E13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BECB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72D6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222F7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246F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78B2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1AC3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F0C3D30"/>
    <w:multiLevelType w:val="hybridMultilevel"/>
    <w:tmpl w:val="0FC680EE"/>
    <w:lvl w:ilvl="0" w:tplc="8CE84B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A691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745B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BCB3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E6E0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A6B3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EE86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6A22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809E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15"/>
  </w:num>
  <w:num w:numId="5">
    <w:abstractNumId w:val="4"/>
  </w:num>
  <w:num w:numId="6">
    <w:abstractNumId w:val="2"/>
  </w:num>
  <w:num w:numId="7">
    <w:abstractNumId w:val="6"/>
  </w:num>
  <w:num w:numId="8">
    <w:abstractNumId w:val="10"/>
  </w:num>
  <w:num w:numId="9">
    <w:abstractNumId w:val="11"/>
  </w:num>
  <w:num w:numId="10">
    <w:abstractNumId w:val="9"/>
  </w:num>
  <w:num w:numId="11">
    <w:abstractNumId w:val="13"/>
  </w:num>
  <w:num w:numId="12">
    <w:abstractNumId w:val="7"/>
  </w:num>
  <w:num w:numId="13">
    <w:abstractNumId w:val="17"/>
  </w:num>
  <w:num w:numId="14">
    <w:abstractNumId w:val="5"/>
  </w:num>
  <w:num w:numId="15">
    <w:abstractNumId w:val="3"/>
  </w:num>
  <w:num w:numId="16">
    <w:abstractNumId w:val="12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474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3C5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763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AD8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646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0DA2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7C7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8BB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7698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3648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1D3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B23F029"/>
  <w15:docId w15:val="{3B506200-5634-4D4B-BEF7-111D88CA7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locked/>
    <w:rsid w:val="00A458BB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A458BB"/>
    <w:rPr>
      <w:rFonts w:ascii="Arial" w:eastAsia="Calibri" w:hAnsi="Arial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rsid w:val="00A458BB"/>
    <w:rPr>
      <w:rFonts w:ascii="Arial" w:eastAsia="Calibri" w:hAnsi="Arial"/>
      <w:lang w:eastAsia="en-US"/>
    </w:rPr>
  </w:style>
  <w:style w:type="character" w:styleId="Znakapoznpodarou">
    <w:name w:val="footnote reference"/>
    <w:uiPriority w:val="99"/>
    <w:unhideWhenUsed/>
    <w:rsid w:val="00A458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90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20</TotalTime>
  <Pages>1</Pages>
  <Words>962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Stantić Kateřina</cp:lastModifiedBy>
  <cp:revision>11</cp:revision>
  <cp:lastPrinted>2014-10-07T12:22:00Z</cp:lastPrinted>
  <dcterms:created xsi:type="dcterms:W3CDTF">2016-10-21T12:51:00Z</dcterms:created>
  <dcterms:modified xsi:type="dcterms:W3CDTF">2025-08-20T08:02:00Z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